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8B4C0A" w:rsidRDefault="00AB2CEA" w:rsidP="00CF5085">
          <w:pPr>
            <w:pStyle w:val="En-ttedetabledesmatires"/>
            <w:numPr>
              <w:ilvl w:val="0"/>
              <w:numId w:val="0"/>
            </w:numPr>
            <w:ind w:left="431"/>
          </w:pPr>
          <w:r>
            <w:rPr>
              <w:rFonts w:ascii="Arial" w:hAnsi="Arial" w:cs="Arial"/>
              <w:noProof/>
              <w:color w:val="000000" w:themeColor="text1"/>
              <w:sz w:val="16"/>
              <w:szCs w:val="16"/>
              <w:lang w:eastAsia="fr-FR"/>
            </w:rPr>
            <w:drawing>
              <wp:anchor distT="0" distB="0" distL="114300" distR="114300" simplePos="0" relativeHeight="251671040" behindDoc="0" locked="0" layoutInCell="1" allowOverlap="1" wp14:anchorId="13A5336E" wp14:editId="43B2D096">
                <wp:simplePos x="0" y="0"/>
                <wp:positionH relativeFrom="column">
                  <wp:posOffset>-657225</wp:posOffset>
                </wp:positionH>
                <wp:positionV relativeFrom="paragraph">
                  <wp:posOffset>-771525</wp:posOffset>
                </wp:positionV>
                <wp:extent cx="2256155" cy="908050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ignatureMail_nouv_chartedessousV2.png"/>
                        <pic:cNvPicPr/>
                      </pic:nvPicPr>
                      <pic:blipFill rotWithShape="1"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883"/>
                        <a:stretch/>
                      </pic:blipFill>
                      <pic:spPr bwMode="auto">
                        <a:xfrm>
                          <a:off x="0" y="0"/>
                          <a:ext cx="2256155" cy="908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  <w:p w:rsidR="00491366" w:rsidRPr="00491366" w:rsidRDefault="00CF5085" w:rsidP="00491366">
          <w:pPr>
            <w:rPr>
              <w:rFonts w:eastAsiaTheme="majorEastAsia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align>center</wp:align>
                    </wp:positionH>
                    <wp:positionV relativeFrom="page">
                      <wp:posOffset>1783825</wp:posOffset>
                    </wp:positionV>
                    <wp:extent cx="7125167" cy="3742660"/>
                    <wp:effectExtent l="19050" t="19050" r="19050" b="1079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3742660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91366" w:rsidRDefault="00491366" w:rsidP="00491366"/>
                              <w:p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Annexe 1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: Sites concernés par le présent marché et horaires normaux de travail.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0;margin-top:140.45pt;width:561.05pt;height:294.7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91366" w:rsidRDefault="00491366" w:rsidP="00491366"/>
                        <w:p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Annexe 1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: Sites concernés par le présent marché et horaires normaux de travail.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B4C0A" w:rsidRDefault="008B4C0A"/>
        <w:p w:rsidR="00491366" w:rsidRDefault="00491366" w:rsidP="00AB2CEA">
          <w:pPr>
            <w:jc w:val="center"/>
          </w:pPr>
        </w:p>
        <w:p w:rsidR="00491366" w:rsidRDefault="00491366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>
          <w:pPr>
            <w:jc w:val="left"/>
          </w:pPr>
        </w:p>
        <w:p w:rsidR="00491366" w:rsidRDefault="00491366" w:rsidP="00410AFD"/>
        <w:p w:rsidR="00A62094" w:rsidRDefault="00A62094" w:rsidP="00410AFD">
          <w:pPr>
            <w:sectPr w:rsidR="00A62094" w:rsidSect="00302298">
              <w:headerReference w:type="even" r:id="rId13"/>
              <w:headerReference w:type="default" r:id="rId14"/>
              <w:footerReference w:type="even" r:id="rId15"/>
              <w:footerReference w:type="default" r:id="rId16"/>
              <w:headerReference w:type="first" r:id="rId17"/>
              <w:footerReference w:type="first" r:id="rId18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A62094" w:rsidRDefault="00A62094" w:rsidP="00A62094">
          <w:r>
            <w:lastRenderedPageBreak/>
            <w:t>Les sites sur lesquels le titulaire est tenu d’intervenir sont les suivants :</w:t>
          </w:r>
        </w:p>
        <w:p w:rsidR="00491366" w:rsidRDefault="00491366" w:rsidP="00410AFD"/>
        <w:tbl>
          <w:tblPr>
            <w:tblW w:w="14102" w:type="dxa"/>
            <w:jc w:val="center"/>
            <w:tbl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  <w:insideH w:val="single" w:sz="24" w:space="0" w:color="auto"/>
              <w:insideV w:val="single" w:sz="6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678"/>
            <w:gridCol w:w="2127"/>
            <w:gridCol w:w="1275"/>
            <w:gridCol w:w="2333"/>
            <w:gridCol w:w="3313"/>
            <w:gridCol w:w="2052"/>
            <w:gridCol w:w="1324"/>
          </w:tblGrid>
          <w:tr w:rsidR="00BF6EEB" w:rsidRPr="00795997" w:rsidTr="00040EFE">
            <w:trPr>
              <w:trHeight w:val="590"/>
              <w:tblHeader/>
              <w:jc w:val="center"/>
            </w:trPr>
            <w:tc>
              <w:tcPr>
                <w:tcW w:w="10726" w:type="dxa"/>
                <w:gridSpan w:val="5"/>
                <w:tcBorders>
                  <w:left w:val="single" w:sz="18" w:space="0" w:color="auto"/>
                  <w:bottom w:val="single" w:sz="12" w:space="0" w:color="auto"/>
                  <w:right w:val="single" w:sz="8" w:space="0" w:color="auto"/>
                </w:tcBorders>
                <w:shd w:val="clear" w:color="auto" w:fill="C6D9F1"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  <w:r w:rsidRPr="00795997">
                  <w:rPr>
                    <w:b/>
                    <w:bCs/>
                  </w:rPr>
                  <w:t>Immeuble</w:t>
                </w:r>
              </w:p>
            </w:tc>
            <w:tc>
              <w:tcPr>
                <w:tcW w:w="2052" w:type="dxa"/>
                <w:tcBorders>
                  <w:left w:val="single" w:sz="8" w:space="0" w:color="auto"/>
                  <w:bottom w:val="single" w:sz="12" w:space="0" w:color="auto"/>
                  <w:right w:val="single" w:sz="8" w:space="0" w:color="auto"/>
                </w:tcBorders>
                <w:shd w:val="clear" w:color="auto" w:fill="C6D9F1"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  <w:r w:rsidRPr="00795997">
                  <w:rPr>
                    <w:b/>
                    <w:bCs/>
                  </w:rPr>
                  <w:t>Horaires d’ouverture</w:t>
                </w:r>
              </w:p>
            </w:tc>
            <w:tc>
              <w:tcPr>
                <w:tcW w:w="0" w:type="auto"/>
                <w:tcBorders>
                  <w:top w:val="single" w:sz="18" w:space="0" w:color="auto"/>
                  <w:left w:val="single" w:sz="8" w:space="0" w:color="auto"/>
                  <w:bottom w:val="single" w:sz="12" w:space="0" w:color="auto"/>
                  <w:right w:val="single" w:sz="18" w:space="0" w:color="auto"/>
                </w:tcBorders>
                <w:shd w:val="clear" w:color="auto" w:fill="C6D9F1"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  <w:r w:rsidRPr="00795997">
                  <w:rPr>
                    <w:b/>
                    <w:bCs/>
                  </w:rPr>
                  <w:t>Conditions d’accès</w:t>
                </w:r>
              </w:p>
            </w:tc>
          </w:tr>
          <w:tr w:rsidR="00EF3B3D" w:rsidRPr="00795997" w:rsidTr="00C41019">
            <w:trPr>
              <w:trHeight w:val="793"/>
              <w:tblHeader/>
              <w:jc w:val="center"/>
            </w:trPr>
            <w:tc>
              <w:tcPr>
                <w:tcW w:w="1678" w:type="dxa"/>
                <w:tcBorders>
                  <w:top w:val="single" w:sz="12" w:space="0" w:color="auto"/>
                  <w:left w:val="single" w:sz="18" w:space="0" w:color="auto"/>
                  <w:bottom w:val="single" w:sz="12" w:space="0" w:color="auto"/>
                </w:tcBorders>
                <w:shd w:val="clear" w:color="auto" w:fill="C6D9F1"/>
                <w:noWrap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  <w:r w:rsidRPr="00795997">
                  <w:rPr>
                    <w:b/>
                    <w:bCs/>
                  </w:rPr>
                  <w:t>Désignation</w:t>
                </w:r>
              </w:p>
            </w:tc>
            <w:tc>
              <w:tcPr>
                <w:tcW w:w="2127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C6D9F1"/>
                <w:noWrap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Adresse</w:t>
                </w:r>
              </w:p>
            </w:tc>
            <w:tc>
              <w:tcPr>
                <w:tcW w:w="1275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C6D9F1"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  <w:r w:rsidRPr="00795997">
                  <w:rPr>
                    <w:b/>
                    <w:bCs/>
                  </w:rPr>
                  <w:t>Occupant principal</w:t>
                </w:r>
              </w:p>
            </w:tc>
            <w:tc>
              <w:tcPr>
                <w:tcW w:w="233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C6D9F1"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  <w:r w:rsidRPr="00795997">
                  <w:rPr>
                    <w:b/>
                    <w:bCs/>
                  </w:rPr>
                  <w:t>Communes</w:t>
                </w:r>
              </w:p>
            </w:tc>
            <w:tc>
              <w:tcPr>
                <w:tcW w:w="3313" w:type="dxa"/>
                <w:tcBorders>
                  <w:top w:val="single" w:sz="12" w:space="0" w:color="auto"/>
                  <w:bottom w:val="single" w:sz="12" w:space="0" w:color="auto"/>
                  <w:right w:val="single" w:sz="8" w:space="0" w:color="auto"/>
                </w:tcBorders>
                <w:shd w:val="clear" w:color="auto" w:fill="C6D9F1"/>
                <w:noWrap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  <w:r w:rsidRPr="00795997">
                  <w:rPr>
                    <w:b/>
                    <w:bCs/>
                  </w:rPr>
                  <w:t>Antenne responsable du site</w:t>
                </w:r>
              </w:p>
            </w:tc>
            <w:tc>
              <w:tcPr>
                <w:tcW w:w="2052" w:type="dxa"/>
                <w:tcBorders>
                  <w:top w:val="single" w:sz="12" w:space="0" w:color="auto"/>
                  <w:left w:val="single" w:sz="8" w:space="0" w:color="auto"/>
                  <w:bottom w:val="single" w:sz="12" w:space="0" w:color="auto"/>
                  <w:right w:val="single" w:sz="8" w:space="0" w:color="auto"/>
                </w:tcBorders>
                <w:shd w:val="clear" w:color="auto" w:fill="C6D9F1"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</w:p>
            </w:tc>
            <w:tc>
              <w:tcPr>
                <w:tcW w:w="0" w:type="auto"/>
                <w:tcBorders>
                  <w:top w:val="single" w:sz="12" w:space="0" w:color="auto"/>
                  <w:left w:val="single" w:sz="8" w:space="0" w:color="auto"/>
                  <w:bottom w:val="single" w:sz="12" w:space="0" w:color="auto"/>
                  <w:right w:val="single" w:sz="18" w:space="0" w:color="auto"/>
                </w:tcBorders>
                <w:shd w:val="clear" w:color="auto" w:fill="C6D9F1"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</w:p>
            </w:tc>
          </w:tr>
          <w:tr w:rsidR="000A4FA6" w:rsidRPr="00795997" w:rsidTr="00C41019">
            <w:trPr>
              <w:trHeight w:val="1522"/>
              <w:jc w:val="center"/>
            </w:trPr>
            <w:tc>
              <w:tcPr>
                <w:tcW w:w="1678" w:type="dxa"/>
                <w:tcBorders>
                  <w:top w:val="single" w:sz="12" w:space="0" w:color="auto"/>
                  <w:left w:val="single" w:sz="18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C41019" w:rsidRDefault="00C41019" w:rsidP="00C41019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</w:rPr>
                </w:pPr>
                <w:r w:rsidRPr="00C41019">
                  <w:rPr>
                    <w:rFonts w:ascii="Tahoma" w:hAnsi="Tahoma" w:cs="Tahoma"/>
                    <w:color w:val="000000"/>
                  </w:rPr>
                  <w:t>660117008S</w:t>
                </w:r>
              </w:p>
              <w:p w:rsidR="000A4FA6" w:rsidRPr="00FF52E0" w:rsidRDefault="000A4FA6" w:rsidP="00C41019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</w:rPr>
                </w:pPr>
                <w:r>
                  <w:rPr>
                    <w:rFonts w:ascii="Tahoma" w:hAnsi="Tahoma" w:cs="Tahoma"/>
                    <w:color w:val="000000"/>
                  </w:rPr>
                  <w:t xml:space="preserve">Pic de la </w:t>
                </w:r>
                <w:proofErr w:type="spellStart"/>
                <w:r>
                  <w:rPr>
                    <w:rFonts w:ascii="Tahoma" w:hAnsi="Tahoma" w:cs="Tahoma"/>
                    <w:color w:val="000000"/>
                  </w:rPr>
                  <w:t>Tausse</w:t>
                </w:r>
                <w:proofErr w:type="spellEnd"/>
              </w:p>
            </w:tc>
            <w:tc>
              <w:tcPr>
                <w:tcW w:w="2127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0A4FA6" w:rsidRPr="00585B79" w:rsidRDefault="00D21634" w:rsidP="000A4FA6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  <w:r w:rsidRPr="00585B79">
                  <w:rPr>
                    <w:rFonts w:ascii="Tahoma" w:hAnsi="Tahoma" w:cs="Tahoma"/>
                    <w:color w:val="000000"/>
                    <w:sz w:val="16"/>
                    <w:szCs w:val="16"/>
                  </w:rPr>
                  <w:t xml:space="preserve">Complexe de Tir du Pic de la </w:t>
                </w:r>
                <w:proofErr w:type="spellStart"/>
                <w:r w:rsidRPr="00585B79">
                  <w:rPr>
                    <w:rFonts w:ascii="Tahoma" w:hAnsi="Tahoma" w:cs="Tahoma"/>
                    <w:color w:val="000000"/>
                    <w:sz w:val="16"/>
                    <w:szCs w:val="16"/>
                  </w:rPr>
                  <w:t>Tausse</w:t>
                </w:r>
                <w:proofErr w:type="spellEnd"/>
              </w:p>
              <w:p w:rsidR="00D21634" w:rsidRPr="00585B79" w:rsidRDefault="00D21634" w:rsidP="000A4FA6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</w:p>
              <w:p w:rsidR="00D21634" w:rsidRPr="00585B79" w:rsidRDefault="00D21634" w:rsidP="000A4FA6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  <w:r w:rsidRPr="00585B79">
                  <w:rPr>
                    <w:rFonts w:ascii="Tahoma" w:hAnsi="Tahoma" w:cs="Tahoma"/>
                    <w:color w:val="000000"/>
                    <w:sz w:val="16"/>
                    <w:szCs w:val="16"/>
                  </w:rPr>
                  <w:t>66210 LA LLAGONNE</w:t>
                </w:r>
              </w:p>
            </w:tc>
            <w:tc>
              <w:tcPr>
                <w:tcW w:w="1275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0A4FA6" w:rsidRPr="00FF52E0" w:rsidRDefault="000A4FA6" w:rsidP="000A4FA6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color w:val="000000"/>
                  </w:rPr>
                </w:pPr>
                <w:r>
                  <w:rPr>
                    <w:rFonts w:ascii="Tahoma" w:hAnsi="Tahoma" w:cs="Tahoma"/>
                    <w:color w:val="000000"/>
                  </w:rPr>
                  <w:t>CNEC</w:t>
                </w:r>
              </w:p>
            </w:tc>
            <w:tc>
              <w:tcPr>
                <w:tcW w:w="2333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0A4FA6" w:rsidRPr="00FF52E0" w:rsidRDefault="000A4FA6" w:rsidP="000A4FA6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color w:val="000000"/>
                  </w:rPr>
                </w:pPr>
                <w:r>
                  <w:rPr>
                    <w:rFonts w:ascii="Tahoma" w:hAnsi="Tahoma" w:cs="Tahoma"/>
                    <w:color w:val="000000"/>
                  </w:rPr>
                  <w:t>LA LLAGO</w:t>
                </w:r>
                <w:r w:rsidR="00D21634">
                  <w:rPr>
                    <w:rFonts w:ascii="Tahoma" w:hAnsi="Tahoma" w:cs="Tahoma"/>
                    <w:color w:val="000000"/>
                  </w:rPr>
                  <w:t>N</w:t>
                </w:r>
                <w:r>
                  <w:rPr>
                    <w:rFonts w:ascii="Tahoma" w:hAnsi="Tahoma" w:cs="Tahoma"/>
                    <w:color w:val="000000"/>
                  </w:rPr>
                  <w:t>NE</w:t>
                </w:r>
              </w:p>
            </w:tc>
            <w:tc>
              <w:tcPr>
                <w:tcW w:w="331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0A4FA6" w:rsidRPr="00FF52E0" w:rsidRDefault="000A4FA6" w:rsidP="000A4FA6">
                <w:pPr>
                  <w:spacing w:after="0"/>
                  <w:jc w:val="center"/>
                  <w:rPr>
                    <w:rFonts w:ascii="Tahoma" w:hAnsi="Tahoma" w:cs="Tahoma"/>
                    <w:b/>
                    <w:bCs/>
                  </w:rPr>
                </w:pPr>
                <w:r w:rsidRPr="00FF52E0">
                  <w:rPr>
                    <w:rFonts w:ascii="Tahoma" w:hAnsi="Tahoma" w:cs="Tahoma"/>
                    <w:b/>
                    <w:bCs/>
                  </w:rPr>
                  <w:t>Antenne de MONT-LOUIS</w:t>
                </w:r>
              </w:p>
              <w:p w:rsidR="000A4FA6" w:rsidRPr="00FF52E0" w:rsidRDefault="000A4FA6" w:rsidP="000A4FA6">
                <w:pPr>
                  <w:spacing w:after="0"/>
                  <w:jc w:val="center"/>
                  <w:rPr>
                    <w:rFonts w:ascii="Tahoma" w:hAnsi="Tahoma" w:cs="Tahoma"/>
                  </w:rPr>
                </w:pPr>
                <w:r w:rsidRPr="00FF52E0">
                  <w:rPr>
                    <w:rFonts w:ascii="Tahoma" w:hAnsi="Tahoma" w:cs="Tahoma"/>
                  </w:rPr>
                  <w:t>Téléphone : 04 68 06 45 90</w:t>
                </w:r>
              </w:p>
              <w:p w:rsidR="00040EFE" w:rsidRDefault="00393E26" w:rsidP="00141E46">
                <w:pPr>
                  <w:spacing w:after="0"/>
                  <w:jc w:val="center"/>
                  <w:rPr>
                    <w:rStyle w:val="Lienhypertexte"/>
                    <w:sz w:val="18"/>
                    <w:szCs w:val="18"/>
                  </w:rPr>
                </w:pPr>
                <w:hyperlink r:id="rId19" w:history="1">
                  <w:r w:rsidR="00040EFE" w:rsidRPr="002E1C74">
                    <w:rPr>
                      <w:rStyle w:val="Lienhypertexte"/>
                      <w:sz w:val="18"/>
                      <w:szCs w:val="18"/>
                    </w:rPr>
                    <w:t>sebastien.legalliard@intradef.gouv.fr</w:t>
                  </w:r>
                </w:hyperlink>
              </w:p>
              <w:p w:rsidR="00141E46" w:rsidRDefault="00141E46" w:rsidP="00040EFE">
                <w:pPr>
                  <w:pStyle w:val="Default"/>
                  <w:jc w:val="center"/>
                  <w:rPr>
                    <w:rStyle w:val="Lienhypertexte"/>
                    <w:sz w:val="18"/>
                    <w:szCs w:val="18"/>
                  </w:rPr>
                </w:pPr>
              </w:p>
              <w:p w:rsidR="00141E46" w:rsidRPr="00FF52E0" w:rsidRDefault="00141E46" w:rsidP="00141E46">
                <w:pPr>
                  <w:spacing w:after="0"/>
                  <w:jc w:val="center"/>
                  <w:rPr>
                    <w:rFonts w:ascii="Tahoma" w:hAnsi="Tahoma" w:cs="Tahoma"/>
                  </w:rPr>
                </w:pPr>
                <w:r w:rsidRPr="00FF52E0">
                  <w:rPr>
                    <w:rFonts w:ascii="Tahoma" w:hAnsi="Tahoma" w:cs="Tahoma"/>
                  </w:rPr>
                  <w:t xml:space="preserve">Téléphone : </w:t>
                </w:r>
                <w:r w:rsidRPr="00141E46">
                  <w:rPr>
                    <w:rFonts w:ascii="Tahoma" w:hAnsi="Tahoma" w:cs="Tahoma"/>
                  </w:rPr>
                  <w:t>04 68 06 46 04</w:t>
                </w:r>
              </w:p>
              <w:p w:rsidR="00141E46" w:rsidRPr="00141E46" w:rsidRDefault="00393E26" w:rsidP="00141E46">
                <w:pPr>
                  <w:spacing w:after="0"/>
                  <w:jc w:val="center"/>
                  <w:rPr>
                    <w:sz w:val="18"/>
                    <w:szCs w:val="18"/>
                  </w:rPr>
                </w:pPr>
                <w:hyperlink r:id="rId20" w:history="1">
                  <w:r w:rsidR="00141E46" w:rsidRPr="00141E46">
                    <w:rPr>
                      <w:rStyle w:val="Lienhypertexte"/>
                      <w:sz w:val="18"/>
                      <w:szCs w:val="18"/>
                    </w:rPr>
                    <w:t>kocou.akakpo@intradef.gouv.fr</w:t>
                  </w:r>
                </w:hyperlink>
              </w:p>
            </w:tc>
            <w:tc>
              <w:tcPr>
                <w:tcW w:w="2052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:rsidR="000A4FA6" w:rsidRDefault="000A4FA6" w:rsidP="000A4FA6">
                <w:pPr>
                  <w:spacing w:after="0" w:line="240" w:lineRule="auto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Lundi au jeudi</w:t>
                </w:r>
              </w:p>
              <w:p w:rsidR="000A4FA6" w:rsidRDefault="000A4FA6" w:rsidP="000A4FA6">
                <w:pPr>
                  <w:spacing w:after="0" w:line="240" w:lineRule="auto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07h30 – 17h00</w:t>
                </w:r>
              </w:p>
              <w:p w:rsidR="000A4FA6" w:rsidRDefault="000A4FA6" w:rsidP="000A4FA6">
                <w:pPr>
                  <w:spacing w:after="0" w:line="240" w:lineRule="auto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 xml:space="preserve">Vendredi </w:t>
                </w:r>
              </w:p>
              <w:p w:rsidR="000A4FA6" w:rsidRDefault="000A4FA6" w:rsidP="000A4FA6">
                <w:pPr>
                  <w:spacing w:after="0" w:line="240" w:lineRule="auto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07h30 – 12h00</w:t>
                </w:r>
              </w:p>
              <w:p w:rsidR="000A4FA6" w:rsidRDefault="000A4FA6" w:rsidP="000A4FA6">
                <w:pPr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Fermé les samedi –dimanche et jours fériés</w:t>
                </w:r>
              </w:p>
              <w:p w:rsidR="000A4FA6" w:rsidRPr="00795997" w:rsidRDefault="000A4FA6" w:rsidP="000A4FA6">
                <w:pPr>
                  <w:jc w:val="center"/>
                  <w:rPr>
                    <w:b/>
                    <w:bCs/>
                  </w:rPr>
                </w:pP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2" w:space="0" w:color="auto"/>
                </w:tcBorders>
              </w:tcPr>
              <w:p w:rsidR="000A4FA6" w:rsidRDefault="000A4FA6" w:rsidP="000A4FA6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</w:p>
              <w:p w:rsidR="000A4FA6" w:rsidRPr="00271394" w:rsidRDefault="000A4FA6" w:rsidP="000A4FA6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FICE</w:t>
                </w:r>
              </w:p>
            </w:tc>
          </w:tr>
          <w:tr w:rsidR="000A4FA6" w:rsidRPr="00795997" w:rsidTr="00C41019">
            <w:trPr>
              <w:trHeight w:val="1522"/>
              <w:jc w:val="center"/>
            </w:trPr>
            <w:tc>
              <w:tcPr>
                <w:tcW w:w="1678" w:type="dxa"/>
                <w:tcBorders>
                  <w:top w:val="single" w:sz="12" w:space="0" w:color="auto"/>
                  <w:left w:val="single" w:sz="18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C41019" w:rsidRDefault="00C41019" w:rsidP="00C41019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</w:rPr>
                </w:pPr>
                <w:r w:rsidRPr="00C41019">
                  <w:rPr>
                    <w:rFonts w:ascii="Tahoma" w:hAnsi="Tahoma" w:cs="Tahoma"/>
                    <w:color w:val="000000"/>
                  </w:rPr>
                  <w:t>660117019D</w:t>
                </w:r>
              </w:p>
              <w:p w:rsidR="000A4FA6" w:rsidRPr="00FF52E0" w:rsidRDefault="000A4FA6" w:rsidP="00C41019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</w:rPr>
                </w:pPr>
                <w:r w:rsidRPr="00FF52E0">
                  <w:rPr>
                    <w:rFonts w:ascii="Tahoma" w:hAnsi="Tahoma" w:cs="Tahoma"/>
                    <w:color w:val="000000"/>
                  </w:rPr>
                  <w:t>Zone Technique</w:t>
                </w:r>
              </w:p>
            </w:tc>
            <w:tc>
              <w:tcPr>
                <w:tcW w:w="2127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0A4FA6" w:rsidRPr="00585B79" w:rsidRDefault="00A64D9E" w:rsidP="000A4FA6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  <w:r w:rsidRPr="00585B79">
                  <w:rPr>
                    <w:rFonts w:ascii="Tahoma" w:hAnsi="Tahoma" w:cs="Tahoma"/>
                    <w:color w:val="000000"/>
                    <w:sz w:val="16"/>
                    <w:szCs w:val="16"/>
                  </w:rPr>
                  <w:t>ZONE TECHNIQUE</w:t>
                </w:r>
              </w:p>
              <w:p w:rsidR="00A64D9E" w:rsidRPr="00585B79" w:rsidRDefault="00A64D9E" w:rsidP="000A4FA6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</w:p>
              <w:p w:rsidR="00A64D9E" w:rsidRPr="00585B79" w:rsidRDefault="00A64D9E" w:rsidP="000A4FA6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  <w:r w:rsidRPr="00585B79">
                  <w:rPr>
                    <w:rFonts w:ascii="Tahoma" w:hAnsi="Tahoma" w:cs="Tahoma"/>
                    <w:color w:val="000000"/>
                    <w:sz w:val="16"/>
                    <w:szCs w:val="16"/>
                  </w:rPr>
                  <w:t>Carrefour Brousse</w:t>
                </w:r>
              </w:p>
              <w:p w:rsidR="00A64D9E" w:rsidRPr="00585B79" w:rsidRDefault="00A64D9E" w:rsidP="000A4FA6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  <w:r w:rsidRPr="00585B79">
                  <w:rPr>
                    <w:rFonts w:ascii="Tahoma" w:hAnsi="Tahoma" w:cs="Tahoma"/>
                    <w:color w:val="000000"/>
                    <w:sz w:val="16"/>
                    <w:szCs w:val="16"/>
                  </w:rPr>
                  <w:t xml:space="preserve">Lieu-dit Les </w:t>
                </w:r>
                <w:proofErr w:type="spellStart"/>
                <w:r w:rsidRPr="00585B79">
                  <w:rPr>
                    <w:rFonts w:ascii="Tahoma" w:hAnsi="Tahoma" w:cs="Tahoma"/>
                    <w:color w:val="000000"/>
                    <w:sz w:val="16"/>
                    <w:szCs w:val="16"/>
                  </w:rPr>
                  <w:t>Artigues</w:t>
                </w:r>
                <w:proofErr w:type="spellEnd"/>
              </w:p>
              <w:p w:rsidR="00A64D9E" w:rsidRPr="00585B79" w:rsidRDefault="00A64D9E" w:rsidP="000A4FA6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</w:p>
              <w:p w:rsidR="00A64D9E" w:rsidRPr="00585B79" w:rsidRDefault="00A64D9E" w:rsidP="000A4FA6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  <w:r w:rsidRPr="00585B79">
                  <w:rPr>
                    <w:rFonts w:ascii="Tahoma" w:hAnsi="Tahoma" w:cs="Tahoma"/>
                    <w:color w:val="000000"/>
                    <w:sz w:val="16"/>
                    <w:szCs w:val="16"/>
                  </w:rPr>
                  <w:t>66210 LA CABANASSE</w:t>
                </w:r>
              </w:p>
            </w:tc>
            <w:tc>
              <w:tcPr>
                <w:tcW w:w="1275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0A4FA6" w:rsidRPr="00FF52E0" w:rsidRDefault="000A4FA6" w:rsidP="000A4FA6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color w:val="000000"/>
                  </w:rPr>
                </w:pPr>
                <w:r w:rsidRPr="00FF52E0">
                  <w:rPr>
                    <w:rFonts w:ascii="Tahoma" w:hAnsi="Tahoma" w:cs="Tahoma"/>
                    <w:color w:val="000000"/>
                  </w:rPr>
                  <w:t>CNEC</w:t>
                </w:r>
              </w:p>
            </w:tc>
            <w:tc>
              <w:tcPr>
                <w:tcW w:w="2333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0A4FA6" w:rsidRPr="00FF52E0" w:rsidRDefault="000A4FA6" w:rsidP="000A4FA6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color w:val="000000"/>
                  </w:rPr>
                </w:pPr>
                <w:r w:rsidRPr="00FF52E0">
                  <w:rPr>
                    <w:rFonts w:ascii="Tahoma" w:hAnsi="Tahoma" w:cs="Tahoma"/>
                    <w:color w:val="000000"/>
                  </w:rPr>
                  <w:t>La Cabanasse</w:t>
                </w:r>
              </w:p>
            </w:tc>
            <w:tc>
              <w:tcPr>
                <w:tcW w:w="331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0A4FA6" w:rsidRPr="00FF52E0" w:rsidRDefault="000A4FA6" w:rsidP="000A4FA6">
                <w:pPr>
                  <w:spacing w:after="0"/>
                  <w:jc w:val="center"/>
                  <w:rPr>
                    <w:rFonts w:ascii="Tahoma" w:hAnsi="Tahoma" w:cs="Tahoma"/>
                    <w:b/>
                    <w:bCs/>
                  </w:rPr>
                </w:pPr>
                <w:r w:rsidRPr="00FF52E0">
                  <w:rPr>
                    <w:rFonts w:ascii="Tahoma" w:hAnsi="Tahoma" w:cs="Tahoma"/>
                    <w:b/>
                    <w:bCs/>
                  </w:rPr>
                  <w:t>Antenne de MONT-LOUIS</w:t>
                </w:r>
              </w:p>
              <w:p w:rsidR="000A4FA6" w:rsidRPr="00FF52E0" w:rsidRDefault="000A4FA6" w:rsidP="000A4FA6">
                <w:pPr>
                  <w:spacing w:after="0"/>
                  <w:jc w:val="center"/>
                  <w:rPr>
                    <w:rFonts w:ascii="Tahoma" w:hAnsi="Tahoma" w:cs="Tahoma"/>
                  </w:rPr>
                </w:pPr>
                <w:r w:rsidRPr="00FF52E0">
                  <w:rPr>
                    <w:rFonts w:ascii="Tahoma" w:hAnsi="Tahoma" w:cs="Tahoma"/>
                  </w:rPr>
                  <w:t>Téléphone : 04 68 06 45 90</w:t>
                </w:r>
              </w:p>
              <w:p w:rsidR="000A4FA6" w:rsidRDefault="00393E26" w:rsidP="000A4FA6">
                <w:pPr>
                  <w:spacing w:after="0"/>
                  <w:jc w:val="center"/>
                  <w:rPr>
                    <w:rStyle w:val="Lienhypertexte"/>
                    <w:sz w:val="18"/>
                    <w:szCs w:val="18"/>
                  </w:rPr>
                </w:pPr>
                <w:hyperlink r:id="rId21" w:history="1">
                  <w:r w:rsidR="00040EFE" w:rsidRPr="002E1C74">
                    <w:rPr>
                      <w:rStyle w:val="Lienhypertexte"/>
                      <w:sz w:val="18"/>
                      <w:szCs w:val="18"/>
                    </w:rPr>
                    <w:t>sebastien.legalliard@intradef.gouv.fr</w:t>
                  </w:r>
                </w:hyperlink>
              </w:p>
              <w:p w:rsidR="00141E46" w:rsidRDefault="00141E46" w:rsidP="000A4FA6">
                <w:pPr>
                  <w:spacing w:after="0"/>
                  <w:jc w:val="center"/>
                  <w:rPr>
                    <w:rStyle w:val="Lienhypertexte"/>
                    <w:sz w:val="18"/>
                    <w:szCs w:val="18"/>
                  </w:rPr>
                </w:pPr>
              </w:p>
              <w:p w:rsidR="00141E46" w:rsidRPr="00FF52E0" w:rsidRDefault="00141E46" w:rsidP="00141E46">
                <w:pPr>
                  <w:spacing w:after="0"/>
                  <w:jc w:val="center"/>
                  <w:rPr>
                    <w:rFonts w:ascii="Tahoma" w:hAnsi="Tahoma" w:cs="Tahoma"/>
                  </w:rPr>
                </w:pPr>
                <w:r w:rsidRPr="00FF52E0">
                  <w:rPr>
                    <w:rFonts w:ascii="Tahoma" w:hAnsi="Tahoma" w:cs="Tahoma"/>
                  </w:rPr>
                  <w:t xml:space="preserve">Téléphone : </w:t>
                </w:r>
                <w:r w:rsidRPr="00141E46">
                  <w:rPr>
                    <w:rFonts w:ascii="Tahoma" w:hAnsi="Tahoma" w:cs="Tahoma"/>
                  </w:rPr>
                  <w:t>04 68 06 46 04</w:t>
                </w:r>
              </w:p>
              <w:p w:rsidR="00141E46" w:rsidRPr="00FF52E0" w:rsidRDefault="00393E26" w:rsidP="00141E46">
                <w:pPr>
                  <w:spacing w:after="0"/>
                  <w:jc w:val="center"/>
                  <w:rPr>
                    <w:rFonts w:ascii="Tahoma" w:hAnsi="Tahoma" w:cs="Tahoma"/>
                  </w:rPr>
                </w:pPr>
                <w:hyperlink r:id="rId22" w:history="1">
                  <w:r w:rsidR="00141E46" w:rsidRPr="00141E46">
                    <w:rPr>
                      <w:rStyle w:val="Lienhypertexte"/>
                      <w:bCs/>
                      <w:sz w:val="18"/>
                      <w:szCs w:val="18"/>
                    </w:rPr>
                    <w:t>kocou.akakpo@intradef.gouv.fr</w:t>
                  </w:r>
                </w:hyperlink>
              </w:p>
            </w:tc>
            <w:tc>
              <w:tcPr>
                <w:tcW w:w="2052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:rsidR="000A4FA6" w:rsidRDefault="000A4FA6" w:rsidP="000A4FA6">
                <w:pPr>
                  <w:spacing w:after="0" w:line="240" w:lineRule="auto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Lundi au jeudi</w:t>
                </w:r>
              </w:p>
              <w:p w:rsidR="000A4FA6" w:rsidRDefault="000A4FA6" w:rsidP="000A4FA6">
                <w:pPr>
                  <w:spacing w:after="0" w:line="240" w:lineRule="auto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07h30 – 17h00</w:t>
                </w:r>
              </w:p>
              <w:p w:rsidR="000A4FA6" w:rsidRDefault="000A4FA6" w:rsidP="000A4FA6">
                <w:pPr>
                  <w:spacing w:after="0" w:line="240" w:lineRule="auto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 xml:space="preserve">Vendredi </w:t>
                </w:r>
              </w:p>
              <w:p w:rsidR="000A4FA6" w:rsidRDefault="000A4FA6" w:rsidP="000A4FA6">
                <w:pPr>
                  <w:spacing w:after="0" w:line="240" w:lineRule="auto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07h30 – 12h00</w:t>
                </w:r>
              </w:p>
              <w:p w:rsidR="000A4FA6" w:rsidRPr="00795997" w:rsidRDefault="000A4FA6" w:rsidP="000A4FA6">
                <w:pPr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Fermé les samedi –dimanche et jours fériés</w:t>
                </w: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2" w:space="0" w:color="auto"/>
                </w:tcBorders>
              </w:tcPr>
              <w:p w:rsidR="000A4FA6" w:rsidRDefault="000A4FA6" w:rsidP="000A4FA6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</w:p>
              <w:p w:rsidR="000A4FA6" w:rsidRPr="00271394" w:rsidRDefault="000A4FA6" w:rsidP="000A4FA6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FICE</w:t>
                </w:r>
              </w:p>
            </w:tc>
          </w:tr>
          <w:tr w:rsidR="00040EFE" w:rsidRPr="00795997" w:rsidTr="00C41019">
            <w:trPr>
              <w:trHeight w:val="1522"/>
              <w:jc w:val="center"/>
            </w:trPr>
            <w:tc>
              <w:tcPr>
                <w:tcW w:w="1678" w:type="dxa"/>
                <w:tcBorders>
                  <w:top w:val="single" w:sz="12" w:space="0" w:color="auto"/>
                  <w:left w:val="single" w:sz="18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C41019" w:rsidRDefault="00C41019" w:rsidP="00C41019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</w:rPr>
                </w:pPr>
                <w:r w:rsidRPr="00C41019">
                  <w:rPr>
                    <w:rFonts w:ascii="Tahoma" w:hAnsi="Tahoma" w:cs="Tahoma"/>
                    <w:color w:val="000000"/>
                  </w:rPr>
                  <w:t>660117001L</w:t>
                </w:r>
              </w:p>
              <w:p w:rsidR="00040EFE" w:rsidRPr="00FF52E0" w:rsidRDefault="00040EFE" w:rsidP="00C41019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</w:rPr>
                </w:pPr>
                <w:r w:rsidRPr="00FF52E0">
                  <w:rPr>
                    <w:rFonts w:ascii="Tahoma" w:hAnsi="Tahoma" w:cs="Tahoma"/>
                    <w:color w:val="000000"/>
                  </w:rPr>
                  <w:t>Caserne La Citadelle</w:t>
                </w:r>
              </w:p>
            </w:tc>
            <w:tc>
              <w:tcPr>
                <w:tcW w:w="2127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040EFE" w:rsidRPr="00585B79" w:rsidRDefault="00040EFE" w:rsidP="00040EFE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  <w:r w:rsidRPr="00585B79">
                  <w:rPr>
                    <w:rFonts w:ascii="Tahoma" w:hAnsi="Tahoma" w:cs="Tahoma"/>
                    <w:color w:val="000000"/>
                    <w:sz w:val="16"/>
                    <w:szCs w:val="16"/>
                  </w:rPr>
                  <w:t>CNEC-1°CHOC</w:t>
                </w:r>
              </w:p>
              <w:p w:rsidR="00040EFE" w:rsidRPr="00585B79" w:rsidRDefault="00040EFE" w:rsidP="00040EFE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</w:p>
              <w:p w:rsidR="00040EFE" w:rsidRPr="00585B79" w:rsidRDefault="00040EFE" w:rsidP="00040EFE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  <w:r w:rsidRPr="00585B79">
                  <w:rPr>
                    <w:rFonts w:ascii="Tahoma" w:hAnsi="Tahoma" w:cs="Tahoma"/>
                    <w:color w:val="000000"/>
                    <w:sz w:val="16"/>
                    <w:szCs w:val="16"/>
                  </w:rPr>
                  <w:t>La citadelle</w:t>
                </w:r>
              </w:p>
              <w:p w:rsidR="00040EFE" w:rsidRPr="00585B79" w:rsidRDefault="00040EFE" w:rsidP="00040EFE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</w:p>
              <w:p w:rsidR="00040EFE" w:rsidRPr="00585B79" w:rsidRDefault="00040EFE" w:rsidP="00040EFE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  <w:r w:rsidRPr="00585B79">
                  <w:rPr>
                    <w:rFonts w:ascii="Tahoma" w:hAnsi="Tahoma" w:cs="Tahoma"/>
                    <w:color w:val="000000"/>
                    <w:sz w:val="16"/>
                    <w:szCs w:val="16"/>
                  </w:rPr>
                  <w:t>66210 MONT LOUIS</w:t>
                </w:r>
              </w:p>
            </w:tc>
            <w:tc>
              <w:tcPr>
                <w:tcW w:w="1275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040EFE" w:rsidRPr="00FF52E0" w:rsidRDefault="00040EFE" w:rsidP="00040EFE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color w:val="000000"/>
                  </w:rPr>
                </w:pPr>
                <w:r w:rsidRPr="00FF52E0">
                  <w:rPr>
                    <w:rFonts w:ascii="Tahoma" w:hAnsi="Tahoma" w:cs="Tahoma"/>
                    <w:color w:val="000000"/>
                  </w:rPr>
                  <w:t>CNEC</w:t>
                </w:r>
              </w:p>
            </w:tc>
            <w:tc>
              <w:tcPr>
                <w:tcW w:w="2333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040EFE" w:rsidRPr="00040EFE" w:rsidRDefault="00040EFE" w:rsidP="00040EFE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color w:val="000000"/>
                  </w:rPr>
                </w:pPr>
                <w:r>
                  <w:rPr>
                    <w:rFonts w:ascii="Tahoma" w:hAnsi="Tahoma" w:cs="Tahoma"/>
                    <w:color w:val="000000"/>
                  </w:rPr>
                  <w:t>Mont Louis</w:t>
                </w:r>
              </w:p>
            </w:tc>
            <w:tc>
              <w:tcPr>
                <w:tcW w:w="331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040EFE" w:rsidRPr="00FF52E0" w:rsidRDefault="00040EFE" w:rsidP="00040EFE">
                <w:pPr>
                  <w:spacing w:after="0"/>
                  <w:jc w:val="center"/>
                  <w:rPr>
                    <w:rFonts w:ascii="Tahoma" w:hAnsi="Tahoma" w:cs="Tahoma"/>
                    <w:b/>
                    <w:bCs/>
                  </w:rPr>
                </w:pPr>
                <w:r w:rsidRPr="00FF52E0">
                  <w:rPr>
                    <w:rFonts w:ascii="Tahoma" w:hAnsi="Tahoma" w:cs="Tahoma"/>
                    <w:b/>
                    <w:bCs/>
                  </w:rPr>
                  <w:t>Antenne de MONT-LOUIS</w:t>
                </w:r>
              </w:p>
              <w:p w:rsidR="00040EFE" w:rsidRPr="00FF52E0" w:rsidRDefault="00040EFE" w:rsidP="00040EFE">
                <w:pPr>
                  <w:spacing w:after="0"/>
                  <w:jc w:val="center"/>
                  <w:rPr>
                    <w:rFonts w:ascii="Tahoma" w:hAnsi="Tahoma" w:cs="Tahoma"/>
                  </w:rPr>
                </w:pPr>
                <w:r w:rsidRPr="00FF52E0">
                  <w:rPr>
                    <w:rFonts w:ascii="Tahoma" w:hAnsi="Tahoma" w:cs="Tahoma"/>
                  </w:rPr>
                  <w:t>Téléphone : 04 68 06 45 90</w:t>
                </w:r>
              </w:p>
              <w:p w:rsidR="00040EFE" w:rsidRDefault="00393E26" w:rsidP="00040EFE">
                <w:pPr>
                  <w:spacing w:after="0"/>
                  <w:jc w:val="center"/>
                  <w:rPr>
                    <w:rStyle w:val="Lienhypertexte"/>
                    <w:sz w:val="18"/>
                    <w:szCs w:val="18"/>
                  </w:rPr>
                </w:pPr>
                <w:hyperlink r:id="rId23" w:history="1">
                  <w:r w:rsidR="00040EFE" w:rsidRPr="002E1C74">
                    <w:rPr>
                      <w:rStyle w:val="Lienhypertexte"/>
                      <w:sz w:val="18"/>
                      <w:szCs w:val="18"/>
                    </w:rPr>
                    <w:t>sebastien.legalliard@intradef.gouv.fr</w:t>
                  </w:r>
                </w:hyperlink>
              </w:p>
              <w:p w:rsidR="00141E46" w:rsidRDefault="00141E46" w:rsidP="00040EFE">
                <w:pPr>
                  <w:spacing w:after="0"/>
                  <w:jc w:val="center"/>
                  <w:rPr>
                    <w:rStyle w:val="Lienhypertexte"/>
                    <w:sz w:val="18"/>
                    <w:szCs w:val="18"/>
                  </w:rPr>
                </w:pPr>
              </w:p>
              <w:p w:rsidR="00141E46" w:rsidRPr="00FF52E0" w:rsidRDefault="00141E46" w:rsidP="00141E46">
                <w:pPr>
                  <w:spacing w:after="0"/>
                  <w:jc w:val="center"/>
                  <w:rPr>
                    <w:rFonts w:ascii="Tahoma" w:hAnsi="Tahoma" w:cs="Tahoma"/>
                  </w:rPr>
                </w:pPr>
                <w:r w:rsidRPr="00FF52E0">
                  <w:rPr>
                    <w:rFonts w:ascii="Tahoma" w:hAnsi="Tahoma" w:cs="Tahoma"/>
                  </w:rPr>
                  <w:t xml:space="preserve">Téléphone : </w:t>
                </w:r>
                <w:r w:rsidRPr="00141E46">
                  <w:rPr>
                    <w:rFonts w:ascii="Tahoma" w:hAnsi="Tahoma" w:cs="Tahoma"/>
                  </w:rPr>
                  <w:t>04 68 06 46 04</w:t>
                </w:r>
              </w:p>
              <w:p w:rsidR="00141E46" w:rsidRPr="00FF52E0" w:rsidRDefault="00393E26" w:rsidP="00141E46">
                <w:pPr>
                  <w:spacing w:after="0"/>
                  <w:jc w:val="center"/>
                  <w:rPr>
                    <w:rFonts w:ascii="Tahoma" w:hAnsi="Tahoma" w:cs="Tahoma"/>
                  </w:rPr>
                </w:pPr>
                <w:hyperlink r:id="rId24" w:history="1">
                  <w:r w:rsidR="00141E46" w:rsidRPr="00141E46">
                    <w:rPr>
                      <w:rStyle w:val="Lienhypertexte"/>
                      <w:sz w:val="18"/>
                      <w:szCs w:val="18"/>
                    </w:rPr>
                    <w:t>kocou.akakpo@intradef.gouv.fr</w:t>
                  </w:r>
                </w:hyperlink>
              </w:p>
            </w:tc>
            <w:tc>
              <w:tcPr>
                <w:tcW w:w="2052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:rsidR="00040EFE" w:rsidRDefault="00040EFE" w:rsidP="00040EFE">
                <w:pPr>
                  <w:spacing w:after="0" w:line="240" w:lineRule="auto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Lundi au jeudi</w:t>
                </w:r>
              </w:p>
              <w:p w:rsidR="00040EFE" w:rsidRDefault="00040EFE" w:rsidP="00040EFE">
                <w:pPr>
                  <w:spacing w:after="0" w:line="240" w:lineRule="auto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07h30 – 17h00</w:t>
                </w:r>
              </w:p>
              <w:p w:rsidR="00040EFE" w:rsidRDefault="00040EFE" w:rsidP="00040EFE">
                <w:pPr>
                  <w:spacing w:after="0" w:line="240" w:lineRule="auto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 xml:space="preserve">Vendredi </w:t>
                </w:r>
              </w:p>
              <w:p w:rsidR="00040EFE" w:rsidRDefault="00040EFE" w:rsidP="00040EFE">
                <w:pPr>
                  <w:spacing w:after="0" w:line="240" w:lineRule="auto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07h30 – 12h00</w:t>
                </w:r>
              </w:p>
              <w:p w:rsidR="00040EFE" w:rsidRPr="00795997" w:rsidRDefault="00040EFE" w:rsidP="00040EFE">
                <w:pPr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Fermé les samedi –dimanche et jours fériés</w:t>
                </w: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2" w:space="0" w:color="auto"/>
                </w:tcBorders>
              </w:tcPr>
              <w:p w:rsidR="00040EFE" w:rsidRDefault="00040EFE" w:rsidP="00040EFE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</w:p>
              <w:p w:rsidR="00040EFE" w:rsidRPr="00271394" w:rsidRDefault="00040EFE" w:rsidP="00040EFE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FICE</w:t>
                </w:r>
              </w:p>
            </w:tc>
          </w:tr>
          <w:tr w:rsidR="00040EFE" w:rsidRPr="00795997" w:rsidTr="00C41019">
            <w:trPr>
              <w:trHeight w:val="1522"/>
              <w:jc w:val="center"/>
            </w:trPr>
            <w:tc>
              <w:tcPr>
                <w:tcW w:w="1678" w:type="dxa"/>
                <w:tcBorders>
                  <w:top w:val="single" w:sz="12" w:space="0" w:color="auto"/>
                  <w:left w:val="single" w:sz="18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C41019" w:rsidRDefault="00C41019" w:rsidP="00C41019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</w:rPr>
                </w:pPr>
                <w:r w:rsidRPr="00C41019">
                  <w:rPr>
                    <w:rFonts w:ascii="Tahoma" w:hAnsi="Tahoma" w:cs="Tahoma"/>
                    <w:color w:val="000000"/>
                  </w:rPr>
                  <w:lastRenderedPageBreak/>
                  <w:t>660124001R</w:t>
                </w:r>
              </w:p>
              <w:p w:rsidR="00040EFE" w:rsidRPr="00FF52E0" w:rsidRDefault="00040EFE" w:rsidP="00C41019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</w:rPr>
                </w:pPr>
                <w:r>
                  <w:rPr>
                    <w:rFonts w:ascii="Tahoma" w:hAnsi="Tahoma" w:cs="Tahoma"/>
                    <w:color w:val="000000"/>
                  </w:rPr>
                  <w:t>Four Solaire</w:t>
                </w:r>
              </w:p>
            </w:tc>
            <w:tc>
              <w:tcPr>
                <w:tcW w:w="2127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040EFE" w:rsidRPr="00585B79" w:rsidRDefault="00040EFE" w:rsidP="00040EFE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  <w:r w:rsidRPr="00585B79">
                  <w:rPr>
                    <w:rFonts w:ascii="Tahoma" w:hAnsi="Tahoma" w:cs="Tahoma"/>
                    <w:color w:val="000000"/>
                    <w:sz w:val="16"/>
                    <w:szCs w:val="16"/>
                  </w:rPr>
                  <w:t>DGA TA</w:t>
                </w:r>
              </w:p>
              <w:p w:rsidR="00040EFE" w:rsidRPr="00585B79" w:rsidRDefault="00040EFE" w:rsidP="00040EFE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  <w:r w:rsidRPr="00585B79">
                  <w:rPr>
                    <w:rFonts w:ascii="Tahoma" w:hAnsi="Tahoma" w:cs="Tahoma"/>
                    <w:color w:val="000000"/>
                    <w:sz w:val="16"/>
                    <w:szCs w:val="16"/>
                  </w:rPr>
                  <w:t>Site d’</w:t>
                </w:r>
                <w:proofErr w:type="spellStart"/>
                <w:r w:rsidRPr="00585B79">
                  <w:rPr>
                    <w:rFonts w:ascii="Tahoma" w:hAnsi="Tahoma" w:cs="Tahoma"/>
                    <w:color w:val="000000"/>
                    <w:sz w:val="16"/>
                    <w:szCs w:val="16"/>
                  </w:rPr>
                  <w:t>Odeillo</w:t>
                </w:r>
                <w:proofErr w:type="spellEnd"/>
              </w:p>
              <w:p w:rsidR="00040EFE" w:rsidRPr="00585B79" w:rsidRDefault="00040EFE" w:rsidP="00040EFE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</w:p>
              <w:p w:rsidR="00040EFE" w:rsidRPr="00585B79" w:rsidRDefault="00040EFE" w:rsidP="00040EFE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  <w:r w:rsidRPr="00585B79">
                  <w:rPr>
                    <w:rFonts w:ascii="Tahoma" w:hAnsi="Tahoma" w:cs="Tahoma"/>
                    <w:color w:val="000000"/>
                    <w:sz w:val="16"/>
                    <w:szCs w:val="16"/>
                  </w:rPr>
                  <w:t>Lieu-dit « </w:t>
                </w:r>
                <w:proofErr w:type="spellStart"/>
                <w:r w:rsidRPr="00585B79">
                  <w:rPr>
                    <w:rFonts w:ascii="Tahoma" w:hAnsi="Tahoma" w:cs="Tahoma"/>
                    <w:color w:val="000000"/>
                    <w:sz w:val="16"/>
                    <w:szCs w:val="16"/>
                  </w:rPr>
                  <w:t>Coume</w:t>
                </w:r>
                <w:proofErr w:type="spellEnd"/>
                <w:r w:rsidRPr="00585B79">
                  <w:rPr>
                    <w:rFonts w:ascii="Tahoma" w:hAnsi="Tahoma" w:cs="Tahoma"/>
                    <w:color w:val="000000"/>
                    <w:sz w:val="16"/>
                    <w:szCs w:val="16"/>
                  </w:rPr>
                  <w:t xml:space="preserve"> en Guitar »</w:t>
                </w:r>
              </w:p>
              <w:p w:rsidR="00040EFE" w:rsidRPr="00585B79" w:rsidRDefault="00040EFE" w:rsidP="00040EFE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</w:p>
              <w:p w:rsidR="00040EFE" w:rsidRPr="00585B79" w:rsidRDefault="00040EFE" w:rsidP="00040EFE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  <w:r w:rsidRPr="00585B79">
                  <w:rPr>
                    <w:rFonts w:ascii="Tahoma" w:hAnsi="Tahoma" w:cs="Tahoma"/>
                    <w:color w:val="000000"/>
                    <w:sz w:val="16"/>
                    <w:szCs w:val="16"/>
                  </w:rPr>
                  <w:t>66120 FONT-ROMEU / ODEILLO / VIA</w:t>
                </w:r>
              </w:p>
            </w:tc>
            <w:tc>
              <w:tcPr>
                <w:tcW w:w="1275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040EFE" w:rsidRPr="00FF52E0" w:rsidRDefault="00040EFE" w:rsidP="00040EFE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color w:val="000000"/>
                  </w:rPr>
                </w:pPr>
                <w:r w:rsidRPr="00FF52E0">
                  <w:rPr>
                    <w:rFonts w:ascii="Tahoma" w:hAnsi="Tahoma" w:cs="Tahoma"/>
                    <w:color w:val="000000"/>
                  </w:rPr>
                  <w:t>DGA</w:t>
                </w:r>
              </w:p>
            </w:tc>
            <w:tc>
              <w:tcPr>
                <w:tcW w:w="2333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040EFE" w:rsidRPr="00FF52E0" w:rsidRDefault="00040EFE" w:rsidP="00040EFE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color w:val="000000"/>
                  </w:rPr>
                </w:pPr>
                <w:r w:rsidRPr="00FF52E0">
                  <w:rPr>
                    <w:rFonts w:ascii="Tahoma" w:hAnsi="Tahoma" w:cs="Tahoma"/>
                    <w:color w:val="000000"/>
                  </w:rPr>
                  <w:t xml:space="preserve">Font </w:t>
                </w:r>
                <w:proofErr w:type="spellStart"/>
                <w:r w:rsidRPr="00FF52E0">
                  <w:rPr>
                    <w:rFonts w:ascii="Tahoma" w:hAnsi="Tahoma" w:cs="Tahoma"/>
                    <w:color w:val="000000"/>
                  </w:rPr>
                  <w:t>Romeu</w:t>
                </w:r>
                <w:proofErr w:type="spellEnd"/>
                <w:r w:rsidRPr="00FF52E0">
                  <w:rPr>
                    <w:rFonts w:ascii="Tahoma" w:hAnsi="Tahoma" w:cs="Tahoma"/>
                    <w:color w:val="000000"/>
                  </w:rPr>
                  <w:t xml:space="preserve"> </w:t>
                </w:r>
                <w:proofErr w:type="spellStart"/>
                <w:r w:rsidRPr="00FF52E0">
                  <w:rPr>
                    <w:rFonts w:ascii="Tahoma" w:hAnsi="Tahoma" w:cs="Tahoma"/>
                    <w:color w:val="000000"/>
                  </w:rPr>
                  <w:t>Odeillo</w:t>
                </w:r>
                <w:proofErr w:type="spellEnd"/>
                <w:r w:rsidRPr="00FF52E0">
                  <w:rPr>
                    <w:rFonts w:ascii="Tahoma" w:hAnsi="Tahoma" w:cs="Tahoma"/>
                    <w:color w:val="000000"/>
                  </w:rPr>
                  <w:t xml:space="preserve"> Via</w:t>
                </w:r>
              </w:p>
            </w:tc>
            <w:tc>
              <w:tcPr>
                <w:tcW w:w="331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040EFE" w:rsidRPr="00FF52E0" w:rsidRDefault="00040EFE" w:rsidP="00040EFE">
                <w:pPr>
                  <w:spacing w:after="0"/>
                  <w:jc w:val="center"/>
                  <w:rPr>
                    <w:rFonts w:ascii="Tahoma" w:hAnsi="Tahoma" w:cs="Tahoma"/>
                    <w:b/>
                    <w:bCs/>
                  </w:rPr>
                </w:pPr>
                <w:r w:rsidRPr="00FF52E0">
                  <w:rPr>
                    <w:rFonts w:ascii="Tahoma" w:hAnsi="Tahoma" w:cs="Tahoma"/>
                    <w:b/>
                    <w:bCs/>
                  </w:rPr>
                  <w:t>Antenne de MONT-LOUIS</w:t>
                </w:r>
              </w:p>
              <w:p w:rsidR="00040EFE" w:rsidRPr="00FF52E0" w:rsidRDefault="00040EFE" w:rsidP="00040EFE">
                <w:pPr>
                  <w:spacing w:after="0"/>
                  <w:jc w:val="center"/>
                  <w:rPr>
                    <w:rFonts w:ascii="Tahoma" w:hAnsi="Tahoma" w:cs="Tahoma"/>
                  </w:rPr>
                </w:pPr>
                <w:r w:rsidRPr="00FF52E0">
                  <w:rPr>
                    <w:rFonts w:ascii="Tahoma" w:hAnsi="Tahoma" w:cs="Tahoma"/>
                  </w:rPr>
                  <w:t>Téléphone : 04 68 06 45 90</w:t>
                </w:r>
              </w:p>
              <w:p w:rsidR="00040EFE" w:rsidRDefault="00393E26" w:rsidP="00040EFE">
                <w:pPr>
                  <w:spacing w:after="0"/>
                  <w:jc w:val="center"/>
                  <w:rPr>
                    <w:rStyle w:val="Lienhypertexte"/>
                    <w:sz w:val="18"/>
                    <w:szCs w:val="18"/>
                  </w:rPr>
                </w:pPr>
                <w:hyperlink r:id="rId25" w:history="1">
                  <w:r w:rsidR="00040EFE" w:rsidRPr="002E1C74">
                    <w:rPr>
                      <w:rStyle w:val="Lienhypertexte"/>
                      <w:sz w:val="18"/>
                      <w:szCs w:val="18"/>
                    </w:rPr>
                    <w:t>sebastien.legalliard@intradef.gouv.fr</w:t>
                  </w:r>
                </w:hyperlink>
              </w:p>
              <w:p w:rsidR="00141E46" w:rsidRDefault="00141E46" w:rsidP="00141E46">
                <w:pPr>
                  <w:spacing w:after="0"/>
                  <w:jc w:val="center"/>
                  <w:rPr>
                    <w:rFonts w:ascii="Tahoma" w:hAnsi="Tahoma" w:cs="Tahoma"/>
                  </w:rPr>
                </w:pPr>
              </w:p>
              <w:p w:rsidR="00141E46" w:rsidRPr="00FF52E0" w:rsidRDefault="00141E46" w:rsidP="00141E46">
                <w:pPr>
                  <w:spacing w:after="0"/>
                  <w:jc w:val="center"/>
                  <w:rPr>
                    <w:rFonts w:ascii="Tahoma" w:hAnsi="Tahoma" w:cs="Tahoma"/>
                  </w:rPr>
                </w:pPr>
                <w:r w:rsidRPr="00FF52E0">
                  <w:rPr>
                    <w:rFonts w:ascii="Tahoma" w:hAnsi="Tahoma" w:cs="Tahoma"/>
                  </w:rPr>
                  <w:t xml:space="preserve">Téléphone : </w:t>
                </w:r>
                <w:r>
                  <w:rPr>
                    <w:rFonts w:ascii="Tahoma" w:hAnsi="Tahoma" w:cs="Tahoma"/>
                  </w:rPr>
                  <w:t xml:space="preserve">04 68 06 45 90 </w:t>
                </w:r>
              </w:p>
              <w:p w:rsidR="00141E46" w:rsidRPr="00FF52E0" w:rsidRDefault="00393E26" w:rsidP="00141E46">
                <w:pPr>
                  <w:spacing w:after="0"/>
                  <w:jc w:val="center"/>
                  <w:rPr>
                    <w:rFonts w:ascii="Tahoma" w:hAnsi="Tahoma" w:cs="Tahoma"/>
                  </w:rPr>
                </w:pPr>
                <w:hyperlink r:id="rId26" w:history="1">
                  <w:r w:rsidR="00141E46" w:rsidRPr="00141E46">
                    <w:rPr>
                      <w:rStyle w:val="Lienhypertexte"/>
                      <w:sz w:val="18"/>
                      <w:szCs w:val="18"/>
                    </w:rPr>
                    <w:t>cedric1.clemente@intradef.gouv.fr</w:t>
                  </w:r>
                </w:hyperlink>
              </w:p>
            </w:tc>
            <w:tc>
              <w:tcPr>
                <w:tcW w:w="2052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:rsidR="00040EFE" w:rsidRDefault="00040EFE" w:rsidP="00040EFE">
                <w:pPr>
                  <w:spacing w:after="0" w:line="240" w:lineRule="auto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Lundi au jeudi</w:t>
                </w:r>
              </w:p>
              <w:p w:rsidR="00040EFE" w:rsidRDefault="00040EFE" w:rsidP="00040EFE">
                <w:pPr>
                  <w:spacing w:after="0" w:line="240" w:lineRule="auto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07h30 – 17h00</w:t>
                </w:r>
              </w:p>
              <w:p w:rsidR="00040EFE" w:rsidRDefault="00040EFE" w:rsidP="00040EFE">
                <w:pPr>
                  <w:spacing w:after="0" w:line="240" w:lineRule="auto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 xml:space="preserve">Vendredi </w:t>
                </w:r>
              </w:p>
              <w:p w:rsidR="00040EFE" w:rsidRDefault="00040EFE" w:rsidP="00040EFE">
                <w:pPr>
                  <w:spacing w:after="0" w:line="240" w:lineRule="auto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07h30 – 12h00</w:t>
                </w:r>
              </w:p>
              <w:p w:rsidR="00040EFE" w:rsidRPr="00795997" w:rsidRDefault="00040EFE" w:rsidP="00040EFE">
                <w:pPr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Fermé les samedi –dimanche et jours fériés</w:t>
                </w: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2" w:space="0" w:color="auto"/>
                </w:tcBorders>
              </w:tcPr>
              <w:p w:rsidR="00040EFE" w:rsidRDefault="00040EFE" w:rsidP="00040EFE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</w:p>
              <w:p w:rsidR="00040EFE" w:rsidRPr="00271394" w:rsidRDefault="00040EFE" w:rsidP="00040EFE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FICE</w:t>
                </w:r>
              </w:p>
            </w:tc>
          </w:tr>
          <w:tr w:rsidR="00040EFE" w:rsidRPr="00795997" w:rsidTr="00C41019">
            <w:trPr>
              <w:trHeight w:val="1522"/>
              <w:jc w:val="center"/>
            </w:trPr>
            <w:tc>
              <w:tcPr>
                <w:tcW w:w="1678" w:type="dxa"/>
                <w:tcBorders>
                  <w:top w:val="single" w:sz="12" w:space="0" w:color="auto"/>
                  <w:left w:val="single" w:sz="18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C41019" w:rsidRDefault="00C41019" w:rsidP="00040EFE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</w:rPr>
                </w:pPr>
                <w:r w:rsidRPr="00C41019">
                  <w:rPr>
                    <w:rFonts w:ascii="Tahoma" w:hAnsi="Tahoma" w:cs="Tahoma"/>
                    <w:color w:val="000000"/>
                  </w:rPr>
                  <w:t>660181001Z</w:t>
                </w:r>
              </w:p>
              <w:p w:rsidR="00040EFE" w:rsidRPr="00EC2A61" w:rsidRDefault="00040EFE" w:rsidP="00040EFE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color w:val="000000"/>
                  </w:rPr>
                  <w:t>CVM E</w:t>
                </w:r>
                <w:r w:rsidRPr="00FF52E0">
                  <w:rPr>
                    <w:rFonts w:ascii="Tahoma" w:hAnsi="Tahoma" w:cs="Tahoma"/>
                    <w:color w:val="000000"/>
                  </w:rPr>
                  <w:t>ALAT</w:t>
                </w:r>
              </w:p>
            </w:tc>
            <w:tc>
              <w:tcPr>
                <w:tcW w:w="2127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040EFE" w:rsidRPr="00585B79" w:rsidRDefault="00040EFE" w:rsidP="00040EFE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  <w:r w:rsidRPr="00585B79">
                  <w:rPr>
                    <w:rFonts w:ascii="Tahoma" w:hAnsi="Tahoma" w:cs="Tahoma"/>
                    <w:color w:val="000000"/>
                    <w:sz w:val="16"/>
                    <w:szCs w:val="16"/>
                  </w:rPr>
                  <w:t>CENTRE DE VOL EN MONTAGNE</w:t>
                </w:r>
              </w:p>
              <w:p w:rsidR="00040EFE" w:rsidRPr="00585B79" w:rsidRDefault="00040EFE" w:rsidP="00040EFE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</w:p>
              <w:p w:rsidR="00040EFE" w:rsidRPr="00585B79" w:rsidRDefault="00040EFE" w:rsidP="00040EFE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  <w:r w:rsidRPr="00585B79">
                  <w:rPr>
                    <w:rFonts w:ascii="Tahoma" w:hAnsi="Tahoma" w:cs="Tahoma"/>
                    <w:color w:val="000000"/>
                    <w:sz w:val="16"/>
                    <w:szCs w:val="16"/>
                  </w:rPr>
                  <w:t>Route nationale 116</w:t>
                </w:r>
              </w:p>
              <w:p w:rsidR="00040EFE" w:rsidRPr="00585B79" w:rsidRDefault="00040EFE" w:rsidP="00040EFE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</w:p>
              <w:p w:rsidR="00040EFE" w:rsidRPr="00585B79" w:rsidRDefault="00040EFE" w:rsidP="00040EFE">
                <w:pPr>
                  <w:autoSpaceDE w:val="0"/>
                  <w:autoSpaceDN w:val="0"/>
                  <w:adjustRightInd w:val="0"/>
                  <w:spacing w:after="0"/>
                  <w:jc w:val="center"/>
                  <w:rPr>
                    <w:rFonts w:ascii="Tahoma" w:hAnsi="Tahoma" w:cs="Tahoma"/>
                    <w:color w:val="000000"/>
                    <w:sz w:val="16"/>
                    <w:szCs w:val="16"/>
                  </w:rPr>
                </w:pPr>
                <w:r w:rsidRPr="00585B79">
                  <w:rPr>
                    <w:rFonts w:ascii="Tahoma" w:hAnsi="Tahoma" w:cs="Tahoma"/>
                    <w:color w:val="000000"/>
                    <w:sz w:val="16"/>
                    <w:szCs w:val="16"/>
                  </w:rPr>
                  <w:t>66800 SAINTE LEOCADIE</w:t>
                </w:r>
              </w:p>
            </w:tc>
            <w:tc>
              <w:tcPr>
                <w:tcW w:w="1275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040EFE" w:rsidRPr="00FF52E0" w:rsidRDefault="00040EFE" w:rsidP="00040EFE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color w:val="000000"/>
                  </w:rPr>
                </w:pPr>
                <w:r w:rsidRPr="00FF52E0">
                  <w:rPr>
                    <w:rFonts w:ascii="Tahoma" w:hAnsi="Tahoma" w:cs="Tahoma"/>
                    <w:color w:val="000000"/>
                  </w:rPr>
                  <w:t>CVM</w:t>
                </w:r>
              </w:p>
            </w:tc>
            <w:tc>
              <w:tcPr>
                <w:tcW w:w="2333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040EFE" w:rsidRPr="00FF52E0" w:rsidRDefault="00040EFE" w:rsidP="00040EFE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color w:val="000000"/>
                  </w:rPr>
                </w:pPr>
                <w:r w:rsidRPr="00FF52E0">
                  <w:rPr>
                    <w:rFonts w:ascii="Tahoma" w:hAnsi="Tahoma" w:cs="Tahoma"/>
                    <w:color w:val="000000"/>
                  </w:rPr>
                  <w:t xml:space="preserve">Ste </w:t>
                </w:r>
                <w:proofErr w:type="spellStart"/>
                <w:r w:rsidRPr="00FF52E0">
                  <w:rPr>
                    <w:rFonts w:ascii="Tahoma" w:hAnsi="Tahoma" w:cs="Tahoma"/>
                    <w:color w:val="000000"/>
                  </w:rPr>
                  <w:t>Leocadie</w:t>
                </w:r>
                <w:proofErr w:type="spellEnd"/>
              </w:p>
            </w:tc>
            <w:tc>
              <w:tcPr>
                <w:tcW w:w="331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040EFE" w:rsidRPr="00FF52E0" w:rsidRDefault="00040EFE" w:rsidP="00040EFE">
                <w:pPr>
                  <w:spacing w:after="0"/>
                  <w:jc w:val="center"/>
                  <w:rPr>
                    <w:rFonts w:ascii="Tahoma" w:hAnsi="Tahoma" w:cs="Tahoma"/>
                    <w:b/>
                    <w:bCs/>
                  </w:rPr>
                </w:pPr>
                <w:r w:rsidRPr="00FF52E0">
                  <w:rPr>
                    <w:rFonts w:ascii="Tahoma" w:hAnsi="Tahoma" w:cs="Tahoma"/>
                    <w:b/>
                    <w:bCs/>
                  </w:rPr>
                  <w:t>Antenne de MONT-LOUIS</w:t>
                </w:r>
              </w:p>
              <w:p w:rsidR="00040EFE" w:rsidRPr="00FF52E0" w:rsidRDefault="00040EFE" w:rsidP="00040EFE">
                <w:pPr>
                  <w:spacing w:after="0"/>
                  <w:jc w:val="center"/>
                  <w:rPr>
                    <w:rFonts w:ascii="Tahoma" w:hAnsi="Tahoma" w:cs="Tahoma"/>
                  </w:rPr>
                </w:pPr>
                <w:r w:rsidRPr="00FF52E0">
                  <w:rPr>
                    <w:rFonts w:ascii="Tahoma" w:hAnsi="Tahoma" w:cs="Tahoma"/>
                  </w:rPr>
                  <w:t>Téléphone : 04 68 06 45 90</w:t>
                </w:r>
              </w:p>
              <w:p w:rsidR="00040EFE" w:rsidRDefault="00393E26" w:rsidP="00040EFE">
                <w:pPr>
                  <w:spacing w:after="0"/>
                  <w:jc w:val="center"/>
                  <w:rPr>
                    <w:rStyle w:val="Lienhypertexte"/>
                    <w:sz w:val="18"/>
                    <w:szCs w:val="18"/>
                  </w:rPr>
                </w:pPr>
                <w:hyperlink r:id="rId27" w:history="1">
                  <w:r w:rsidR="00040EFE" w:rsidRPr="002E1C74">
                    <w:rPr>
                      <w:rStyle w:val="Lienhypertexte"/>
                      <w:sz w:val="18"/>
                      <w:szCs w:val="18"/>
                    </w:rPr>
                    <w:t>sebastien.legalliard@intradef.gouv.fr</w:t>
                  </w:r>
                </w:hyperlink>
              </w:p>
              <w:p w:rsidR="00141E46" w:rsidRDefault="00141E46" w:rsidP="00040EFE">
                <w:pPr>
                  <w:spacing w:after="0"/>
                  <w:jc w:val="center"/>
                  <w:rPr>
                    <w:rStyle w:val="Lienhypertexte"/>
                    <w:sz w:val="18"/>
                    <w:szCs w:val="18"/>
                  </w:rPr>
                </w:pPr>
              </w:p>
              <w:p w:rsidR="00141E46" w:rsidRPr="00FF52E0" w:rsidRDefault="00141E46" w:rsidP="00141E46">
                <w:pPr>
                  <w:spacing w:after="0"/>
                  <w:jc w:val="center"/>
                  <w:rPr>
                    <w:rFonts w:ascii="Tahoma" w:hAnsi="Tahoma" w:cs="Tahoma"/>
                  </w:rPr>
                </w:pPr>
                <w:r w:rsidRPr="00FF52E0">
                  <w:rPr>
                    <w:rFonts w:ascii="Tahoma" w:hAnsi="Tahoma" w:cs="Tahoma"/>
                  </w:rPr>
                  <w:t xml:space="preserve">Téléphone : </w:t>
                </w:r>
                <w:r>
                  <w:rPr>
                    <w:rFonts w:ascii="Tahoma" w:hAnsi="Tahoma" w:cs="Tahoma"/>
                  </w:rPr>
                  <w:t xml:space="preserve">04 68 06 45 90 </w:t>
                </w:r>
              </w:p>
              <w:p w:rsidR="00141E46" w:rsidRPr="00FF52E0" w:rsidRDefault="00393E26" w:rsidP="00141E46">
                <w:pPr>
                  <w:spacing w:after="0"/>
                  <w:jc w:val="center"/>
                  <w:rPr>
                    <w:rFonts w:ascii="Tahoma" w:hAnsi="Tahoma" w:cs="Tahoma"/>
                  </w:rPr>
                </w:pPr>
                <w:hyperlink r:id="rId28" w:history="1">
                  <w:r w:rsidR="00141E46" w:rsidRPr="00141E46">
                    <w:rPr>
                      <w:rStyle w:val="Lienhypertexte"/>
                      <w:sz w:val="18"/>
                      <w:szCs w:val="18"/>
                    </w:rPr>
                    <w:t>cedric1.clemente@intradef.gouv.fr</w:t>
                  </w:r>
                </w:hyperlink>
              </w:p>
            </w:tc>
            <w:tc>
              <w:tcPr>
                <w:tcW w:w="2052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:rsidR="00040EFE" w:rsidRDefault="00040EFE" w:rsidP="00040EFE">
                <w:pPr>
                  <w:spacing w:after="0" w:line="240" w:lineRule="auto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Lundi au jeudi</w:t>
                </w:r>
              </w:p>
              <w:p w:rsidR="00040EFE" w:rsidRDefault="00040EFE" w:rsidP="00040EFE">
                <w:pPr>
                  <w:spacing w:after="0" w:line="240" w:lineRule="auto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07h30 – 17h00</w:t>
                </w:r>
              </w:p>
              <w:p w:rsidR="00040EFE" w:rsidRDefault="00040EFE" w:rsidP="00040EFE">
                <w:pPr>
                  <w:spacing w:after="0" w:line="240" w:lineRule="auto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 xml:space="preserve">Vendredi </w:t>
                </w:r>
              </w:p>
              <w:p w:rsidR="00040EFE" w:rsidRDefault="00040EFE" w:rsidP="00040EFE">
                <w:pPr>
                  <w:spacing w:after="0" w:line="240" w:lineRule="auto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07h30 – 12h00</w:t>
                </w:r>
              </w:p>
              <w:p w:rsidR="00040EFE" w:rsidRPr="00795997" w:rsidRDefault="00040EFE" w:rsidP="00040EFE">
                <w:pPr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Fermé les samedi –dimanche et jours fériés</w:t>
                </w: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2" w:space="0" w:color="auto"/>
                </w:tcBorders>
              </w:tcPr>
              <w:p w:rsidR="00040EFE" w:rsidRDefault="00040EFE" w:rsidP="00040EFE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</w:p>
              <w:p w:rsidR="00040EFE" w:rsidRPr="00271394" w:rsidRDefault="00040EFE" w:rsidP="00040EFE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FICE</w:t>
                </w:r>
              </w:p>
            </w:tc>
          </w:tr>
        </w:tbl>
        <w:p w:rsidR="00423B87" w:rsidRDefault="00393E26" w:rsidP="00410AFD"/>
      </w:sdtContent>
    </w:sdt>
    <w:p w:rsidR="00423B87" w:rsidRPr="00423B87" w:rsidRDefault="00423B87" w:rsidP="00423B87"/>
    <w:p w:rsidR="00423B87" w:rsidRPr="00423B87" w:rsidRDefault="00423B87" w:rsidP="00423B87"/>
    <w:p w:rsidR="00423B87" w:rsidRPr="00423B87" w:rsidRDefault="00423B87" w:rsidP="00423B87"/>
    <w:p w:rsidR="00410AFD" w:rsidRPr="00423B87" w:rsidRDefault="00410AFD" w:rsidP="00423B87">
      <w:pPr>
        <w:jc w:val="center"/>
      </w:pPr>
    </w:p>
    <w:sectPr w:rsidR="00410AFD" w:rsidRPr="00423B87" w:rsidSect="00040EFE">
      <w:pgSz w:w="16838" w:h="11906" w:orient="landscape"/>
      <w:pgMar w:top="709" w:right="1417" w:bottom="1417" w:left="1417" w:header="708" w:footer="300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E26" w:rsidRDefault="00393E26" w:rsidP="00EA6B59">
      <w:pPr>
        <w:spacing w:after="0" w:line="240" w:lineRule="auto"/>
      </w:pPr>
      <w:r>
        <w:separator/>
      </w:r>
    </w:p>
  </w:endnote>
  <w:endnote w:type="continuationSeparator" w:id="0">
    <w:p w:rsidR="00393E26" w:rsidRDefault="00393E26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66" w:rsidRDefault="0079536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8754647"/>
      <w:docPartObj>
        <w:docPartGallery w:val="Page Numbers (Top of Page)"/>
        <w:docPartUnique/>
      </w:docPartObj>
    </w:sdtPr>
    <w:sdtEndPr/>
    <w:sdtContent>
      <w:sdt>
        <w:sdtPr>
          <w:id w:val="430551382"/>
          <w:docPartObj>
            <w:docPartGallery w:val="Page Numbers (Bottom of Page)"/>
            <w:docPartUnique/>
          </w:docPartObj>
        </w:sdtPr>
        <w:sdtEndPr/>
        <w:sdtContent>
          <w:p w:rsidR="00F42D7B" w:rsidRPr="0031189E" w:rsidRDefault="00040EFE" w:rsidP="00F42D7B">
            <w:pPr>
              <w:pStyle w:val="Pieddepage"/>
              <w:widowControl w:val="0"/>
              <w:jc w:val="center"/>
              <w:rPr>
                <w:rFonts w:ascii="Arial" w:hAnsi="Arial" w:cs="Arial"/>
                <w:bCs/>
                <w:sz w:val="12"/>
                <w:szCs w:val="16"/>
              </w:rPr>
            </w:pPr>
            <w:r>
              <w:rPr>
                <w:rFonts w:ascii="Arial" w:hAnsi="Arial" w:cs="Arial"/>
                <w:bCs/>
                <w:sz w:val="12"/>
                <w:szCs w:val="16"/>
              </w:rPr>
              <w:t>Projet ESID 26 011</w:t>
            </w:r>
          </w:p>
          <w:p w:rsidR="00F42D7B" w:rsidRPr="0031189E" w:rsidRDefault="00F42D7B" w:rsidP="00F42D7B">
            <w:pPr>
              <w:pStyle w:val="Pieddepage"/>
              <w:widowControl w:val="0"/>
              <w:jc w:val="center"/>
              <w:rPr>
                <w:rFonts w:ascii="Arial" w:hAnsi="Arial" w:cs="Arial"/>
                <w:bCs/>
                <w:sz w:val="12"/>
                <w:szCs w:val="16"/>
              </w:rPr>
            </w:pPr>
            <w:r w:rsidRPr="0031189E">
              <w:rPr>
                <w:rFonts w:ascii="Arial" w:hAnsi="Arial" w:cs="Arial"/>
                <w:bCs/>
                <w:sz w:val="12"/>
                <w:szCs w:val="16"/>
              </w:rPr>
              <w:t>Maintenance préventive et corrective des installations des</w:t>
            </w:r>
            <w:r w:rsidR="00423B87">
              <w:rPr>
                <w:rFonts w:ascii="Arial" w:hAnsi="Arial" w:cs="Arial"/>
                <w:bCs/>
                <w:sz w:val="12"/>
                <w:szCs w:val="16"/>
              </w:rPr>
              <w:t xml:space="preserve"> installations d’assainissement autonom</w:t>
            </w:r>
            <w:r w:rsidRPr="0031189E">
              <w:rPr>
                <w:rFonts w:ascii="Arial" w:hAnsi="Arial" w:cs="Arial"/>
                <w:bCs/>
                <w:sz w:val="12"/>
                <w:szCs w:val="16"/>
              </w:rPr>
              <w:t>e</w:t>
            </w:r>
            <w:r w:rsidR="00423B87">
              <w:rPr>
                <w:rFonts w:ascii="Arial" w:hAnsi="Arial" w:cs="Arial"/>
                <w:bCs/>
                <w:sz w:val="12"/>
                <w:szCs w:val="16"/>
              </w:rPr>
              <w:t xml:space="preserve"> et/ou collectif</w:t>
            </w:r>
            <w:r w:rsidRPr="0031189E">
              <w:rPr>
                <w:rFonts w:ascii="Arial" w:hAnsi="Arial" w:cs="Arial"/>
                <w:bCs/>
                <w:sz w:val="12"/>
                <w:szCs w:val="16"/>
              </w:rPr>
              <w:t xml:space="preserve"> la base de défense de Carcassonne</w:t>
            </w:r>
          </w:p>
          <w:p w:rsidR="00F42D7B" w:rsidRPr="00F42D7B" w:rsidRDefault="00F42D7B" w:rsidP="00F42D7B">
            <w:pPr>
              <w:widowControl w:val="0"/>
              <w:jc w:val="center"/>
              <w:rPr>
                <w:rFonts w:ascii="Arial" w:hAnsi="Arial" w:cs="Arial"/>
                <w:smallCaps/>
                <w:sz w:val="12"/>
                <w:szCs w:val="16"/>
              </w:rPr>
            </w:pPr>
            <w:r w:rsidRPr="0031189E">
              <w:rPr>
                <w:rFonts w:ascii="Arial" w:hAnsi="Arial" w:cs="Arial"/>
                <w:smallCaps/>
                <w:sz w:val="12"/>
                <w:szCs w:val="16"/>
              </w:rPr>
              <w:t xml:space="preserve">Lot </w:t>
            </w:r>
            <w:r w:rsidR="00040EFE">
              <w:rPr>
                <w:rFonts w:ascii="Arial" w:hAnsi="Arial" w:cs="Arial"/>
                <w:smallCaps/>
                <w:sz w:val="12"/>
                <w:szCs w:val="16"/>
              </w:rPr>
              <w:t>2</w:t>
            </w:r>
            <w:r w:rsidR="000A4FA6">
              <w:rPr>
                <w:rFonts w:ascii="Arial" w:hAnsi="Arial" w:cs="Arial"/>
                <w:smallCaps/>
                <w:sz w:val="12"/>
                <w:szCs w:val="16"/>
              </w:rPr>
              <w:t xml:space="preserve"> - MONTAGNE</w:t>
            </w:r>
          </w:p>
        </w:sdtContent>
      </w:sdt>
    </w:sdtContent>
  </w:sdt>
  <w:p w:rsidR="00F42D7B" w:rsidRPr="00F42D7B" w:rsidRDefault="00393E26" w:rsidP="00F42D7B">
    <w:pPr>
      <w:pStyle w:val="Pieddepage"/>
      <w:jc w:val="right"/>
      <w:rPr>
        <w:sz w:val="16"/>
        <w:szCs w:val="16"/>
      </w:rPr>
    </w:pPr>
    <w:sdt>
      <w:sdtPr>
        <w:id w:val="694653294"/>
        <w:docPartObj>
          <w:docPartGallery w:val="Page Numbers (Bottom of Page)"/>
          <w:docPartUnique/>
        </w:docPartObj>
      </w:sdtPr>
      <w:sdtEndPr>
        <w:rPr>
          <w:sz w:val="16"/>
          <w:szCs w:val="16"/>
        </w:rPr>
      </w:sdtEndPr>
      <w:sdtContent>
        <w:sdt>
          <w:sdtPr>
            <w:rPr>
              <w:sz w:val="16"/>
              <w:szCs w:val="16"/>
            </w:rPr>
            <w:id w:val="585345363"/>
            <w:docPartObj>
              <w:docPartGallery w:val="Page Numbers (Top of Page)"/>
              <w:docPartUnique/>
            </w:docPartObj>
          </w:sdtPr>
          <w:sdtEndPr/>
          <w:sdtContent>
            <w:r w:rsidR="00F42D7B" w:rsidRPr="00F42D7B">
              <w:rPr>
                <w:sz w:val="16"/>
                <w:szCs w:val="16"/>
              </w:rPr>
              <w:t xml:space="preserve">Page </w:t>
            </w:r>
            <w:r w:rsidR="00F42D7B" w:rsidRPr="00F42D7B">
              <w:rPr>
                <w:b/>
                <w:bCs/>
                <w:sz w:val="16"/>
                <w:szCs w:val="16"/>
              </w:rPr>
              <w:fldChar w:fldCharType="begin"/>
            </w:r>
            <w:r w:rsidR="00F42D7B" w:rsidRPr="00F42D7B">
              <w:rPr>
                <w:b/>
                <w:bCs/>
                <w:sz w:val="16"/>
                <w:szCs w:val="16"/>
              </w:rPr>
              <w:instrText>PAGE</w:instrText>
            </w:r>
            <w:r w:rsidR="00F42D7B" w:rsidRPr="00F42D7B">
              <w:rPr>
                <w:b/>
                <w:bCs/>
                <w:sz w:val="16"/>
                <w:szCs w:val="16"/>
              </w:rPr>
              <w:fldChar w:fldCharType="separate"/>
            </w:r>
            <w:r w:rsidR="00795366">
              <w:rPr>
                <w:b/>
                <w:bCs/>
                <w:noProof/>
                <w:sz w:val="16"/>
                <w:szCs w:val="16"/>
              </w:rPr>
              <w:t>2</w:t>
            </w:r>
            <w:r w:rsidR="00F42D7B" w:rsidRPr="00F42D7B">
              <w:rPr>
                <w:b/>
                <w:bCs/>
                <w:sz w:val="16"/>
                <w:szCs w:val="16"/>
              </w:rPr>
              <w:fldChar w:fldCharType="end"/>
            </w:r>
            <w:r w:rsidR="00F42D7B" w:rsidRPr="00F42D7B">
              <w:rPr>
                <w:sz w:val="16"/>
                <w:szCs w:val="16"/>
              </w:rPr>
              <w:t xml:space="preserve"> sur </w:t>
            </w:r>
            <w:r w:rsidR="00F42D7B" w:rsidRPr="00F42D7B">
              <w:rPr>
                <w:b/>
                <w:bCs/>
                <w:sz w:val="16"/>
                <w:szCs w:val="16"/>
              </w:rPr>
              <w:fldChar w:fldCharType="begin"/>
            </w:r>
            <w:r w:rsidR="00F42D7B" w:rsidRPr="00F42D7B">
              <w:rPr>
                <w:b/>
                <w:bCs/>
                <w:sz w:val="16"/>
                <w:szCs w:val="16"/>
              </w:rPr>
              <w:instrText>NUMPAGES</w:instrText>
            </w:r>
            <w:r w:rsidR="00F42D7B" w:rsidRPr="00F42D7B">
              <w:rPr>
                <w:b/>
                <w:bCs/>
                <w:sz w:val="16"/>
                <w:szCs w:val="16"/>
              </w:rPr>
              <w:fldChar w:fldCharType="separate"/>
            </w:r>
            <w:r w:rsidR="00795366">
              <w:rPr>
                <w:b/>
                <w:bCs/>
                <w:noProof/>
                <w:sz w:val="16"/>
                <w:szCs w:val="16"/>
              </w:rPr>
              <w:t>2</w:t>
            </w:r>
            <w:r w:rsidR="00F42D7B" w:rsidRPr="00F42D7B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0263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73BAF" w:rsidRPr="00D73BAF" w:rsidRDefault="00D73BAF" w:rsidP="00F42D7B">
            <w:pPr>
              <w:pStyle w:val="Pieddepage"/>
              <w:widowControl w:val="0"/>
              <w:jc w:val="center"/>
              <w:rPr>
                <w:rFonts w:ascii="Arial" w:hAnsi="Arial" w:cs="Arial"/>
                <w:smallCaps/>
                <w:sz w:val="12"/>
                <w:szCs w:val="16"/>
              </w:rPr>
            </w:pPr>
          </w:p>
          <w:p w:rsidR="00D73BAF" w:rsidRDefault="00393E26" w:rsidP="00D73BAF">
            <w:pPr>
              <w:pStyle w:val="Pieddepage"/>
              <w:jc w:val="right"/>
            </w:pPr>
          </w:p>
        </w:sdtContent>
      </w:sdt>
    </w:sdtContent>
  </w:sdt>
  <w:p w:rsidR="00D73BAF" w:rsidRDefault="00D73BA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E26" w:rsidRDefault="00393E26" w:rsidP="00EA6B59">
      <w:pPr>
        <w:spacing w:after="0" w:line="240" w:lineRule="auto"/>
      </w:pPr>
      <w:r>
        <w:separator/>
      </w:r>
    </w:p>
  </w:footnote>
  <w:footnote w:type="continuationSeparator" w:id="0">
    <w:p w:rsidR="00393E26" w:rsidRDefault="00393E26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66" w:rsidRDefault="0079536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366" w:rsidRDefault="0079536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B1B" w:rsidRDefault="00ED50BE">
    <w:pPr>
      <w:pStyle w:val="En-tte"/>
    </w:pPr>
    <w:r>
      <w:tab/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34127"/>
    <w:rsid w:val="00040EFE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A4FA6"/>
    <w:rsid w:val="000B034F"/>
    <w:rsid w:val="000C3633"/>
    <w:rsid w:val="000E4AF8"/>
    <w:rsid w:val="000E63CB"/>
    <w:rsid w:val="000F275F"/>
    <w:rsid w:val="000F38D9"/>
    <w:rsid w:val="00104D53"/>
    <w:rsid w:val="00122955"/>
    <w:rsid w:val="00131804"/>
    <w:rsid w:val="00135BF5"/>
    <w:rsid w:val="00141E46"/>
    <w:rsid w:val="00150EBF"/>
    <w:rsid w:val="00155227"/>
    <w:rsid w:val="0015741B"/>
    <w:rsid w:val="001A277C"/>
    <w:rsid w:val="001B4AD4"/>
    <w:rsid w:val="001B6330"/>
    <w:rsid w:val="001E366E"/>
    <w:rsid w:val="001E72A0"/>
    <w:rsid w:val="001F378F"/>
    <w:rsid w:val="0020666C"/>
    <w:rsid w:val="00211B4E"/>
    <w:rsid w:val="00211D29"/>
    <w:rsid w:val="002330C1"/>
    <w:rsid w:val="0023454E"/>
    <w:rsid w:val="00243739"/>
    <w:rsid w:val="002476A1"/>
    <w:rsid w:val="00250321"/>
    <w:rsid w:val="00260DA9"/>
    <w:rsid w:val="00262BB6"/>
    <w:rsid w:val="00267BD7"/>
    <w:rsid w:val="00271394"/>
    <w:rsid w:val="002A0B70"/>
    <w:rsid w:val="002A7BE1"/>
    <w:rsid w:val="00302298"/>
    <w:rsid w:val="00313E59"/>
    <w:rsid w:val="003200C4"/>
    <w:rsid w:val="00331F9E"/>
    <w:rsid w:val="00341EEF"/>
    <w:rsid w:val="003429B5"/>
    <w:rsid w:val="00360B1D"/>
    <w:rsid w:val="003727DA"/>
    <w:rsid w:val="00376660"/>
    <w:rsid w:val="003779ED"/>
    <w:rsid w:val="00393E26"/>
    <w:rsid w:val="00395686"/>
    <w:rsid w:val="003A164E"/>
    <w:rsid w:val="003A6475"/>
    <w:rsid w:val="003B204E"/>
    <w:rsid w:val="003B455F"/>
    <w:rsid w:val="003C45DC"/>
    <w:rsid w:val="003D38B7"/>
    <w:rsid w:val="003F3E09"/>
    <w:rsid w:val="004014A7"/>
    <w:rsid w:val="00403987"/>
    <w:rsid w:val="00410AFD"/>
    <w:rsid w:val="00412B51"/>
    <w:rsid w:val="00420410"/>
    <w:rsid w:val="00423B87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915FA"/>
    <w:rsid w:val="004922F7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042BF"/>
    <w:rsid w:val="00513CAC"/>
    <w:rsid w:val="00532B4C"/>
    <w:rsid w:val="00561DF6"/>
    <w:rsid w:val="00563588"/>
    <w:rsid w:val="00567A1A"/>
    <w:rsid w:val="00580A3D"/>
    <w:rsid w:val="00585B79"/>
    <w:rsid w:val="005866EA"/>
    <w:rsid w:val="00592674"/>
    <w:rsid w:val="00592D64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43FB"/>
    <w:rsid w:val="00675E5F"/>
    <w:rsid w:val="006947F8"/>
    <w:rsid w:val="00695139"/>
    <w:rsid w:val="006A0D6A"/>
    <w:rsid w:val="006A1A77"/>
    <w:rsid w:val="006A4E80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291E"/>
    <w:rsid w:val="00727941"/>
    <w:rsid w:val="00735C46"/>
    <w:rsid w:val="00744A8B"/>
    <w:rsid w:val="007657C1"/>
    <w:rsid w:val="00765A60"/>
    <w:rsid w:val="00774C9E"/>
    <w:rsid w:val="0078046A"/>
    <w:rsid w:val="00782F91"/>
    <w:rsid w:val="00784833"/>
    <w:rsid w:val="00795366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4786"/>
    <w:rsid w:val="00826D76"/>
    <w:rsid w:val="008363AE"/>
    <w:rsid w:val="008523F1"/>
    <w:rsid w:val="00852962"/>
    <w:rsid w:val="008750C9"/>
    <w:rsid w:val="00875379"/>
    <w:rsid w:val="00882C5A"/>
    <w:rsid w:val="008849DC"/>
    <w:rsid w:val="00887C15"/>
    <w:rsid w:val="00891ABE"/>
    <w:rsid w:val="0089544C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53FA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15B1B"/>
    <w:rsid w:val="00A21545"/>
    <w:rsid w:val="00A234D4"/>
    <w:rsid w:val="00A36B33"/>
    <w:rsid w:val="00A413FD"/>
    <w:rsid w:val="00A5473E"/>
    <w:rsid w:val="00A558D0"/>
    <w:rsid w:val="00A62094"/>
    <w:rsid w:val="00A64D9E"/>
    <w:rsid w:val="00A774EA"/>
    <w:rsid w:val="00A97745"/>
    <w:rsid w:val="00AB2CEA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01D"/>
    <w:rsid w:val="00B47966"/>
    <w:rsid w:val="00B54BC4"/>
    <w:rsid w:val="00B9098A"/>
    <w:rsid w:val="00BA6236"/>
    <w:rsid w:val="00BC641E"/>
    <w:rsid w:val="00BC69E5"/>
    <w:rsid w:val="00BE4040"/>
    <w:rsid w:val="00BF6EEB"/>
    <w:rsid w:val="00C10ED3"/>
    <w:rsid w:val="00C15919"/>
    <w:rsid w:val="00C15FC3"/>
    <w:rsid w:val="00C32946"/>
    <w:rsid w:val="00C347F2"/>
    <w:rsid w:val="00C41019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D15BE"/>
    <w:rsid w:val="00CF06D8"/>
    <w:rsid w:val="00CF49E4"/>
    <w:rsid w:val="00CF5085"/>
    <w:rsid w:val="00D0090A"/>
    <w:rsid w:val="00D0260B"/>
    <w:rsid w:val="00D07AE8"/>
    <w:rsid w:val="00D11A47"/>
    <w:rsid w:val="00D1322D"/>
    <w:rsid w:val="00D213BC"/>
    <w:rsid w:val="00D21634"/>
    <w:rsid w:val="00D239D0"/>
    <w:rsid w:val="00D42FFE"/>
    <w:rsid w:val="00D47886"/>
    <w:rsid w:val="00D47953"/>
    <w:rsid w:val="00D5331B"/>
    <w:rsid w:val="00D5674B"/>
    <w:rsid w:val="00D61232"/>
    <w:rsid w:val="00D67C06"/>
    <w:rsid w:val="00D71A45"/>
    <w:rsid w:val="00D7354B"/>
    <w:rsid w:val="00D73BAF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2A61"/>
    <w:rsid w:val="00EC58AD"/>
    <w:rsid w:val="00ED50BE"/>
    <w:rsid w:val="00ED583B"/>
    <w:rsid w:val="00EE10E8"/>
    <w:rsid w:val="00EE55D3"/>
    <w:rsid w:val="00EF3B3D"/>
    <w:rsid w:val="00F02DF2"/>
    <w:rsid w:val="00F0392F"/>
    <w:rsid w:val="00F23173"/>
    <w:rsid w:val="00F24CC0"/>
    <w:rsid w:val="00F31FBC"/>
    <w:rsid w:val="00F42D7B"/>
    <w:rsid w:val="00F5249B"/>
    <w:rsid w:val="00F54BBA"/>
    <w:rsid w:val="00F57581"/>
    <w:rsid w:val="00F62553"/>
    <w:rsid w:val="00F64716"/>
    <w:rsid w:val="00F70072"/>
    <w:rsid w:val="00F76739"/>
    <w:rsid w:val="00F820A5"/>
    <w:rsid w:val="00F84853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0BDB1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3BAF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paragraph" w:customStyle="1" w:styleId="Default">
    <w:name w:val="Default"/>
    <w:rsid w:val="00040E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0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yperlink" Target="mailto:cedric1.clemente@intradef.gouv.fr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ebastien.legalliard@intradef.gouv.fr" TargetMode="External"/><Relationship Id="rId34" Type="http://schemas.microsoft.com/office/2016/09/relationships/commentsIds" Target="commentsIds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5" Type="http://schemas.openxmlformats.org/officeDocument/2006/relationships/hyperlink" Target="mailto:sebastien.legalliard@intradef.gouv.fr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mailto:kocou.akakpo@intradef.gouv.fr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mailto:kocou.akakpo@intradef.gouv.fr" TargetMode="Externa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yperlink" Target="mailto:sebastien.legalliard@intradef.gouv.fr" TargetMode="External"/><Relationship Id="rId28" Type="http://schemas.openxmlformats.org/officeDocument/2006/relationships/hyperlink" Target="mailto:cedric1.clemente@intradef.gouv.fr" TargetMode="External"/><Relationship Id="rId10" Type="http://schemas.openxmlformats.org/officeDocument/2006/relationships/footnotes" Target="footnotes.xml"/><Relationship Id="rId19" Type="http://schemas.openxmlformats.org/officeDocument/2006/relationships/hyperlink" Target="mailto:sebastien.legalliard@intradef.gouv.fr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yperlink" Target="mailto:kocou.akakpo@intradef.gouv.fr" TargetMode="External"/><Relationship Id="rId27" Type="http://schemas.openxmlformats.org/officeDocument/2006/relationships/hyperlink" Target="mailto:sebastien.legalliard@intradef.gouv.fr" TargetMode="Externa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0AF255A15DE341A67A78A49DAB29E2" ma:contentTypeVersion="2" ma:contentTypeDescription="Crée un document." ma:contentTypeScope="" ma:versionID="fcfb42a01af99926616f6ce1cad3a03f">
  <xsd:schema xmlns:xsd="http://www.w3.org/2001/XMLSchema" xmlns:xs="http://www.w3.org/2001/XMLSchema" xmlns:p="http://schemas.microsoft.com/office/2006/metadata/properties" xmlns:ns2="http://schemas.microsoft.com/sharepoint/v3/fields" xmlns:ns3="0de6f429-dc8e-4324-b759-3c745293eb41" targetNamespace="http://schemas.microsoft.com/office/2006/metadata/properties" ma:root="true" ma:fieldsID="3cdb55f439b0856a7b7140dd41cdfea9" ns2:_="" ns3:_="">
    <xsd:import namespace="http://schemas.microsoft.com/sharepoint/v3/fields"/>
    <xsd:import namespace="0de6f429-dc8e-4324-b759-3c745293eb41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6f429-dc8e-4324-b759-3c745293eb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B040B6A-8230-40A2-A66B-029F64B952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6010E6-45C4-412F-92B3-A216BD34045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1F8C94DF-F8DE-4421-9155-F6DF03152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de6f429-dc8e-4324-b759-3c745293eb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06DD6A5-E52B-4AAD-8140-344E828E9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26</TotalTime>
  <Pages>3</Pages>
  <Words>404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10</cp:revision>
  <dcterms:created xsi:type="dcterms:W3CDTF">2022-02-28T14:18:00Z</dcterms:created>
  <dcterms:modified xsi:type="dcterms:W3CDTF">2026-02-17T10:22:00Z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0x010100D60AF255A15DE341A67A78A49DAB29E2</vt:lpwstr>
  </property>
</Properties>
</file>